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00"/>
      </w:tblPr>
      <w:tblGrid>
        <w:gridCol w:w="4077"/>
        <w:gridCol w:w="1276"/>
        <w:gridCol w:w="4394"/>
      </w:tblGrid>
      <w:tr w:rsidR="00BE6FFE" w:rsidTr="00431508">
        <w:tc>
          <w:tcPr>
            <w:tcW w:w="4077" w:type="dxa"/>
          </w:tcPr>
          <w:p w:rsidR="002A1901" w:rsidRPr="002A1901" w:rsidRDefault="00B740F6" w:rsidP="00B740F6">
            <w:pPr>
              <w:rPr>
                <w:color w:val="000000"/>
                <w:sz w:val="32"/>
              </w:rPr>
            </w:pPr>
            <w:r>
              <w:rPr>
                <w:color w:val="000000"/>
                <w:sz w:val="32"/>
              </w:rPr>
              <w:t xml:space="preserve">                 </w:t>
            </w:r>
            <w:r w:rsidR="005F056A">
              <w:rPr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398780" cy="673100"/>
                  <wp:effectExtent l="1905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" cy="67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6FFE" w:rsidRPr="00150EB7" w:rsidRDefault="00B740F6" w:rsidP="00B740F6">
            <w:pPr>
              <w:pStyle w:val="1"/>
              <w:spacing w:before="12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   </w:t>
            </w:r>
            <w:r w:rsidR="00BE6FFE" w:rsidRPr="00150EB7">
              <w:rPr>
                <w:b/>
                <w:color w:val="000000"/>
                <w:sz w:val="24"/>
              </w:rPr>
              <w:t>АДМИНИСТРАЦИЯ</w:t>
            </w:r>
          </w:p>
          <w:p w:rsidR="00BE6FFE" w:rsidRPr="00150EB7" w:rsidRDefault="00B740F6" w:rsidP="00B740F6">
            <w:pPr>
              <w:pStyle w:val="2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</w:t>
            </w:r>
            <w:r w:rsidR="00BE6FFE">
              <w:rPr>
                <w:color w:val="000000"/>
                <w:sz w:val="22"/>
              </w:rPr>
              <w:t>г</w:t>
            </w:r>
            <w:r w:rsidR="00BE6FFE" w:rsidRPr="00150EB7">
              <w:rPr>
                <w:color w:val="000000"/>
                <w:sz w:val="22"/>
              </w:rPr>
              <w:t>орода Назарово</w:t>
            </w:r>
          </w:p>
          <w:p w:rsidR="00BE6FFE" w:rsidRPr="00150EB7" w:rsidRDefault="00B740F6" w:rsidP="00B740F6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            </w:t>
            </w:r>
            <w:r w:rsidR="00BE6FFE" w:rsidRPr="00150EB7">
              <w:rPr>
                <w:b/>
                <w:color w:val="000000"/>
                <w:sz w:val="22"/>
              </w:rPr>
              <w:t>Красноярского края</w:t>
            </w:r>
          </w:p>
          <w:p w:rsidR="00BE6FFE" w:rsidRDefault="00B740F6" w:rsidP="00B740F6">
            <w:pPr>
              <w:pStyle w:val="3"/>
              <w:jc w:val="left"/>
              <w:rPr>
                <w:b/>
                <w:bCs w:val="0"/>
                <w:i w:val="0"/>
                <w:sz w:val="22"/>
              </w:rPr>
            </w:pPr>
            <w:r>
              <w:rPr>
                <w:b/>
                <w:bCs w:val="0"/>
                <w:i w:val="0"/>
                <w:sz w:val="22"/>
              </w:rPr>
              <w:t xml:space="preserve">  </w:t>
            </w:r>
            <w:r w:rsidR="00BE6FFE" w:rsidRPr="00150EB7">
              <w:rPr>
                <w:b/>
                <w:bCs w:val="0"/>
                <w:i w:val="0"/>
                <w:sz w:val="22"/>
              </w:rPr>
              <w:t>УПРАВЛЕНИЕ ОБРАЗОВАНИЯ</w:t>
            </w:r>
          </w:p>
          <w:p w:rsidR="00964350" w:rsidRPr="00964350" w:rsidRDefault="00964350" w:rsidP="00964350">
            <w:pPr>
              <w:rPr>
                <w:sz w:val="10"/>
              </w:rPr>
            </w:pPr>
          </w:p>
          <w:p w:rsidR="00BE6FFE" w:rsidRPr="004107D9" w:rsidRDefault="00BE6FFE" w:rsidP="005802F0">
            <w:pPr>
              <w:pStyle w:val="a7"/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</w:rPr>
              <w:t>Арбузова ул., д. 94A, г</w:t>
            </w:r>
            <w:proofErr w:type="gramStart"/>
            <w:r w:rsidRPr="004107D9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4107D9">
              <w:rPr>
                <w:color w:val="000000"/>
                <w:sz w:val="20"/>
                <w:szCs w:val="20"/>
              </w:rPr>
              <w:t>азарово, 662200</w:t>
            </w:r>
          </w:p>
          <w:p w:rsidR="00BE6FFE" w:rsidRPr="004107D9" w:rsidRDefault="00BE6FFE" w:rsidP="005802F0">
            <w:pPr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</w:rPr>
              <w:t>Телефон: (39155) 5-06-90</w:t>
            </w:r>
          </w:p>
          <w:p w:rsidR="00BE6FFE" w:rsidRPr="004107D9" w:rsidRDefault="00BE6FFE" w:rsidP="005802F0">
            <w:pPr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</w:rPr>
              <w:t>Факс: (39155) 5-06-90</w:t>
            </w:r>
          </w:p>
          <w:p w:rsidR="00BE6FFE" w:rsidRPr="004107D9" w:rsidRDefault="00BE6FFE" w:rsidP="005802F0">
            <w:pPr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  <w:lang w:val="en-US"/>
              </w:rPr>
              <w:t>E</w:t>
            </w:r>
            <w:r w:rsidRPr="004107D9">
              <w:rPr>
                <w:color w:val="000000"/>
                <w:sz w:val="20"/>
                <w:szCs w:val="20"/>
              </w:rPr>
              <w:t>-</w:t>
            </w:r>
            <w:r w:rsidRPr="004107D9">
              <w:rPr>
                <w:color w:val="000000"/>
                <w:sz w:val="20"/>
                <w:szCs w:val="20"/>
                <w:lang w:val="en-US"/>
              </w:rPr>
              <w:t>mail</w:t>
            </w:r>
            <w:r w:rsidRPr="004107D9">
              <w:rPr>
                <w:color w:val="000000"/>
                <w:sz w:val="20"/>
                <w:szCs w:val="20"/>
              </w:rPr>
              <w:t xml:space="preserve">: </w:t>
            </w:r>
            <w:hyperlink r:id="rId9" w:history="1">
              <w:r w:rsidRPr="004107D9">
                <w:rPr>
                  <w:color w:val="000000"/>
                  <w:sz w:val="20"/>
                  <w:szCs w:val="20"/>
                </w:rPr>
                <w:t>nazuo@ya.ru</w:t>
              </w:r>
            </w:hyperlink>
          </w:p>
          <w:p w:rsidR="00BE6FFE" w:rsidRPr="004107D9" w:rsidRDefault="00513576" w:rsidP="005802F0">
            <w:pPr>
              <w:rPr>
                <w:color w:val="000000"/>
                <w:sz w:val="20"/>
                <w:szCs w:val="20"/>
              </w:rPr>
            </w:pPr>
            <w:hyperlink r:id="rId10" w:history="1">
              <w:r w:rsidR="00BE6FFE" w:rsidRPr="004107D9">
                <w:rPr>
                  <w:color w:val="000000"/>
                  <w:sz w:val="20"/>
                  <w:szCs w:val="20"/>
                </w:rPr>
                <w:t>http://nazuo.3dn.ru</w:t>
              </w:r>
            </w:hyperlink>
          </w:p>
          <w:p w:rsidR="00BE6FFE" w:rsidRPr="004107D9" w:rsidRDefault="00F60F94" w:rsidP="005802F0">
            <w:pPr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</w:rPr>
              <w:t xml:space="preserve">ОКОГУ  </w:t>
            </w:r>
            <w:r w:rsidR="002A1901" w:rsidRPr="004107D9">
              <w:rPr>
                <w:color w:val="000000"/>
                <w:sz w:val="20"/>
                <w:szCs w:val="20"/>
              </w:rPr>
              <w:t xml:space="preserve">3300200, </w:t>
            </w:r>
            <w:r w:rsidRPr="004107D9">
              <w:rPr>
                <w:color w:val="000000"/>
                <w:sz w:val="20"/>
                <w:szCs w:val="20"/>
              </w:rPr>
              <w:t>ОКПО</w:t>
            </w:r>
            <w:r w:rsidR="00C3781B" w:rsidRPr="004107D9">
              <w:rPr>
                <w:color w:val="000000"/>
                <w:sz w:val="20"/>
                <w:szCs w:val="20"/>
              </w:rPr>
              <w:t>02100846</w:t>
            </w:r>
          </w:p>
          <w:p w:rsidR="00F60F94" w:rsidRPr="004107D9" w:rsidRDefault="00F60F94" w:rsidP="005802F0">
            <w:pPr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</w:rPr>
              <w:t>ОГРН</w:t>
            </w:r>
            <w:r w:rsidR="00C3781B" w:rsidRPr="004107D9">
              <w:rPr>
                <w:color w:val="000000"/>
                <w:sz w:val="20"/>
                <w:szCs w:val="20"/>
              </w:rPr>
              <w:t xml:space="preserve"> 1022401590507</w:t>
            </w:r>
          </w:p>
          <w:p w:rsidR="00F60F94" w:rsidRPr="004107D9" w:rsidRDefault="00F60F94" w:rsidP="005802F0">
            <w:pPr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</w:rPr>
              <w:t>ИНН/КП</w:t>
            </w:r>
            <w:r w:rsidR="00C3781B" w:rsidRPr="004107D9">
              <w:rPr>
                <w:color w:val="000000"/>
                <w:sz w:val="20"/>
                <w:szCs w:val="20"/>
              </w:rPr>
              <w:t>П 2456001830/245601001</w:t>
            </w:r>
          </w:p>
          <w:p w:rsidR="00BE6FFE" w:rsidRPr="004107D9" w:rsidRDefault="00F60F94" w:rsidP="005802F0">
            <w:pPr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</w:rPr>
              <w:t>__________</w:t>
            </w:r>
            <w:r w:rsidR="00C3781B" w:rsidRPr="004107D9">
              <w:rPr>
                <w:color w:val="000000"/>
                <w:sz w:val="20"/>
                <w:szCs w:val="20"/>
              </w:rPr>
              <w:t>___</w:t>
            </w:r>
            <w:r w:rsidRPr="004107D9">
              <w:rPr>
                <w:color w:val="000000"/>
                <w:sz w:val="20"/>
                <w:szCs w:val="20"/>
              </w:rPr>
              <w:t>___</w:t>
            </w:r>
            <w:r w:rsidR="00BE6FFE" w:rsidRPr="004107D9">
              <w:rPr>
                <w:color w:val="000000"/>
                <w:sz w:val="20"/>
                <w:szCs w:val="20"/>
              </w:rPr>
              <w:t xml:space="preserve"> №</w:t>
            </w:r>
            <w:r w:rsidR="00C3781B" w:rsidRPr="004107D9">
              <w:rPr>
                <w:color w:val="000000"/>
                <w:sz w:val="20"/>
                <w:szCs w:val="20"/>
              </w:rPr>
              <w:t>______</w:t>
            </w:r>
            <w:r w:rsidRPr="004107D9">
              <w:rPr>
                <w:color w:val="000000"/>
                <w:sz w:val="20"/>
                <w:szCs w:val="20"/>
              </w:rPr>
              <w:t>_________</w:t>
            </w:r>
          </w:p>
          <w:p w:rsidR="00BE6FFE" w:rsidRPr="004107D9" w:rsidRDefault="00BE6FFE" w:rsidP="00AF09A1">
            <w:pPr>
              <w:spacing w:before="120"/>
              <w:rPr>
                <w:color w:val="000000"/>
                <w:sz w:val="20"/>
                <w:szCs w:val="20"/>
              </w:rPr>
            </w:pPr>
            <w:r w:rsidRPr="004107D9">
              <w:rPr>
                <w:color w:val="000000"/>
                <w:sz w:val="20"/>
                <w:szCs w:val="20"/>
              </w:rPr>
              <w:t>На № ____</w:t>
            </w:r>
            <w:r w:rsidR="00C3781B" w:rsidRPr="004107D9">
              <w:rPr>
                <w:color w:val="000000"/>
                <w:sz w:val="20"/>
                <w:szCs w:val="20"/>
              </w:rPr>
              <w:t>__</w:t>
            </w:r>
            <w:r w:rsidRPr="004107D9">
              <w:rPr>
                <w:color w:val="000000"/>
                <w:sz w:val="20"/>
                <w:szCs w:val="20"/>
              </w:rPr>
              <w:t>_____ от ____</w:t>
            </w:r>
            <w:r w:rsidR="00C3781B" w:rsidRPr="004107D9">
              <w:rPr>
                <w:color w:val="000000"/>
                <w:sz w:val="20"/>
                <w:szCs w:val="20"/>
              </w:rPr>
              <w:t>_______</w:t>
            </w:r>
            <w:r w:rsidRPr="004107D9">
              <w:rPr>
                <w:color w:val="000000"/>
                <w:sz w:val="20"/>
                <w:szCs w:val="20"/>
              </w:rPr>
              <w:t>___</w:t>
            </w:r>
          </w:p>
          <w:p w:rsidR="00BE6FFE" w:rsidRDefault="00BE6FFE" w:rsidP="00B97F4E">
            <w:pPr>
              <w:pStyle w:val="a7"/>
              <w:ind w:left="284" w:right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E6FFE" w:rsidRPr="0035037B" w:rsidRDefault="00BE6FFE" w:rsidP="00BE6FFE">
            <w:pPr>
              <w:jc w:val="center"/>
            </w:pPr>
          </w:p>
        </w:tc>
        <w:tc>
          <w:tcPr>
            <w:tcW w:w="4394" w:type="dxa"/>
            <w:vAlign w:val="center"/>
          </w:tcPr>
          <w:p w:rsidR="00140174" w:rsidRPr="00140174" w:rsidRDefault="00140174" w:rsidP="00140174">
            <w:pPr>
              <w:ind w:left="-42"/>
              <w:rPr>
                <w:sz w:val="28"/>
                <w:szCs w:val="28"/>
              </w:rPr>
            </w:pPr>
            <w:r w:rsidRPr="00140174">
              <w:rPr>
                <w:sz w:val="28"/>
                <w:szCs w:val="28"/>
              </w:rPr>
              <w:t>Заместителю главы города -Руководителю финансового управления администрации г</w:t>
            </w:r>
            <w:proofErr w:type="gramStart"/>
            <w:r w:rsidRPr="00140174">
              <w:rPr>
                <w:sz w:val="28"/>
                <w:szCs w:val="28"/>
              </w:rPr>
              <w:t>.Н</w:t>
            </w:r>
            <w:proofErr w:type="gramEnd"/>
            <w:r w:rsidRPr="00140174">
              <w:rPr>
                <w:sz w:val="28"/>
                <w:szCs w:val="28"/>
              </w:rPr>
              <w:t>азарово</w:t>
            </w:r>
          </w:p>
          <w:p w:rsidR="00140174" w:rsidRPr="00266299" w:rsidRDefault="00140174" w:rsidP="00140174">
            <w:pPr>
              <w:ind w:left="-42"/>
              <w:rPr>
                <w:sz w:val="26"/>
                <w:szCs w:val="26"/>
              </w:rPr>
            </w:pPr>
          </w:p>
          <w:p w:rsidR="00C90444" w:rsidRDefault="00810B0D" w:rsidP="00C90444">
            <w:pPr>
              <w:ind w:left="-4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С.А.Удович</w:t>
            </w:r>
            <w:proofErr w:type="spellEnd"/>
          </w:p>
          <w:p w:rsidR="00BE6FFE" w:rsidRPr="0035037B" w:rsidRDefault="00BE6FFE" w:rsidP="00C3781B">
            <w:pPr>
              <w:autoSpaceDE w:val="0"/>
              <w:autoSpaceDN w:val="0"/>
              <w:adjustRightInd w:val="0"/>
              <w:ind w:left="383"/>
              <w:jc w:val="both"/>
            </w:pPr>
          </w:p>
        </w:tc>
      </w:tr>
    </w:tbl>
    <w:p w:rsidR="00E033B7" w:rsidRDefault="00D248E8" w:rsidP="00E033B7">
      <w:pPr>
        <w:tabs>
          <w:tab w:val="left" w:pos="851"/>
          <w:tab w:val="left" w:pos="2835"/>
        </w:tabs>
        <w:rPr>
          <w:sz w:val="28"/>
          <w:szCs w:val="26"/>
        </w:rPr>
      </w:pPr>
      <w:r>
        <w:rPr>
          <w:sz w:val="28"/>
          <w:szCs w:val="26"/>
        </w:rPr>
        <w:t>О</w:t>
      </w:r>
      <w:r w:rsidR="00913FD5">
        <w:rPr>
          <w:sz w:val="28"/>
          <w:szCs w:val="26"/>
        </w:rPr>
        <w:t xml:space="preserve"> </w:t>
      </w:r>
      <w:r w:rsidR="005B5040">
        <w:rPr>
          <w:sz w:val="28"/>
          <w:szCs w:val="26"/>
        </w:rPr>
        <w:t xml:space="preserve">предоставлении </w:t>
      </w:r>
      <w:r w:rsidR="00810B0D">
        <w:rPr>
          <w:sz w:val="28"/>
          <w:szCs w:val="26"/>
        </w:rPr>
        <w:t>информации</w:t>
      </w:r>
    </w:p>
    <w:p w:rsidR="00644D26" w:rsidRDefault="00644D26" w:rsidP="00644D26">
      <w:pPr>
        <w:tabs>
          <w:tab w:val="left" w:pos="851"/>
          <w:tab w:val="left" w:pos="2835"/>
        </w:tabs>
        <w:rPr>
          <w:sz w:val="28"/>
          <w:szCs w:val="26"/>
        </w:rPr>
      </w:pPr>
    </w:p>
    <w:p w:rsidR="00644D26" w:rsidRDefault="00644D26" w:rsidP="00644D26">
      <w:pPr>
        <w:tabs>
          <w:tab w:val="left" w:pos="851"/>
          <w:tab w:val="left" w:pos="2835"/>
        </w:tabs>
        <w:jc w:val="center"/>
        <w:rPr>
          <w:sz w:val="28"/>
          <w:szCs w:val="26"/>
        </w:rPr>
      </w:pPr>
      <w:r>
        <w:rPr>
          <w:sz w:val="28"/>
          <w:szCs w:val="26"/>
        </w:rPr>
        <w:t>Уважаем</w:t>
      </w:r>
      <w:r w:rsidR="00C90444">
        <w:rPr>
          <w:sz w:val="28"/>
          <w:szCs w:val="26"/>
        </w:rPr>
        <w:t xml:space="preserve">ая </w:t>
      </w:r>
      <w:r w:rsidR="00810B0D">
        <w:rPr>
          <w:sz w:val="28"/>
          <w:szCs w:val="26"/>
        </w:rPr>
        <w:t>Светлана</w:t>
      </w:r>
      <w:r w:rsidR="00DD13DB">
        <w:rPr>
          <w:sz w:val="28"/>
          <w:szCs w:val="26"/>
        </w:rPr>
        <w:t xml:space="preserve"> А</w:t>
      </w:r>
      <w:r w:rsidR="00810B0D">
        <w:rPr>
          <w:sz w:val="28"/>
          <w:szCs w:val="26"/>
        </w:rPr>
        <w:t>лександровна</w:t>
      </w:r>
      <w:r>
        <w:rPr>
          <w:sz w:val="28"/>
          <w:szCs w:val="26"/>
        </w:rPr>
        <w:t>!</w:t>
      </w:r>
    </w:p>
    <w:p w:rsidR="00E033B7" w:rsidRDefault="00E033B7" w:rsidP="00E033B7">
      <w:pPr>
        <w:tabs>
          <w:tab w:val="left" w:pos="851"/>
          <w:tab w:val="left" w:pos="2835"/>
        </w:tabs>
        <w:ind w:firstLine="567"/>
        <w:jc w:val="center"/>
        <w:rPr>
          <w:sz w:val="28"/>
          <w:szCs w:val="26"/>
        </w:rPr>
      </w:pPr>
    </w:p>
    <w:p w:rsidR="00810B0D" w:rsidRDefault="005B5040" w:rsidP="00810B0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азарово </w:t>
      </w:r>
      <w:r w:rsidR="00810B0D">
        <w:rPr>
          <w:sz w:val="28"/>
          <w:szCs w:val="28"/>
        </w:rPr>
        <w:t xml:space="preserve">направляет Вам </w:t>
      </w:r>
      <w:r w:rsidR="00140174">
        <w:rPr>
          <w:sz w:val="28"/>
          <w:szCs w:val="28"/>
        </w:rPr>
        <w:t xml:space="preserve">копию </w:t>
      </w:r>
      <w:r w:rsidR="00290A4B">
        <w:rPr>
          <w:sz w:val="28"/>
          <w:szCs w:val="28"/>
        </w:rPr>
        <w:t>приказ</w:t>
      </w:r>
      <w:r w:rsidR="00140174">
        <w:rPr>
          <w:sz w:val="28"/>
          <w:szCs w:val="28"/>
        </w:rPr>
        <w:t>а</w:t>
      </w:r>
      <w:r w:rsidR="00290A4B">
        <w:rPr>
          <w:sz w:val="28"/>
          <w:szCs w:val="28"/>
        </w:rPr>
        <w:t xml:space="preserve"> об утверждении </w:t>
      </w:r>
      <w:r w:rsidR="00810B0D">
        <w:rPr>
          <w:sz w:val="28"/>
          <w:szCs w:val="28"/>
        </w:rPr>
        <w:t>базов</w:t>
      </w:r>
      <w:r w:rsidR="00290A4B">
        <w:rPr>
          <w:sz w:val="28"/>
          <w:szCs w:val="28"/>
        </w:rPr>
        <w:t>ого</w:t>
      </w:r>
      <w:r w:rsidR="00810B0D">
        <w:rPr>
          <w:sz w:val="28"/>
          <w:szCs w:val="28"/>
        </w:rPr>
        <w:t xml:space="preserve"> норматив</w:t>
      </w:r>
      <w:r w:rsidR="00290A4B">
        <w:rPr>
          <w:sz w:val="28"/>
          <w:szCs w:val="28"/>
        </w:rPr>
        <w:t>а</w:t>
      </w:r>
      <w:r w:rsidR="00810B0D">
        <w:rPr>
          <w:sz w:val="28"/>
          <w:szCs w:val="28"/>
        </w:rPr>
        <w:t xml:space="preserve"> затрат на оказание муниципальных услуг</w:t>
      </w:r>
      <w:r w:rsidR="00C669B1">
        <w:rPr>
          <w:sz w:val="28"/>
          <w:szCs w:val="28"/>
        </w:rPr>
        <w:t xml:space="preserve"> </w:t>
      </w:r>
      <w:r w:rsidR="00C669B1" w:rsidRPr="00850C5A">
        <w:rPr>
          <w:sz w:val="28"/>
          <w:szCs w:val="28"/>
        </w:rPr>
        <w:t>(</w:t>
      </w:r>
      <w:r w:rsidR="00C669B1">
        <w:rPr>
          <w:sz w:val="28"/>
          <w:szCs w:val="28"/>
        </w:rPr>
        <w:t xml:space="preserve">выполнение </w:t>
      </w:r>
      <w:r w:rsidR="00C669B1" w:rsidRPr="00850C5A">
        <w:rPr>
          <w:sz w:val="28"/>
          <w:szCs w:val="28"/>
        </w:rPr>
        <w:t>работ)</w:t>
      </w:r>
      <w:r w:rsidR="00290A4B">
        <w:rPr>
          <w:sz w:val="28"/>
          <w:szCs w:val="28"/>
        </w:rPr>
        <w:t xml:space="preserve"> муниципальными учреждениями, </w:t>
      </w:r>
      <w:r w:rsidR="00810B0D">
        <w:rPr>
          <w:sz w:val="28"/>
          <w:szCs w:val="28"/>
        </w:rPr>
        <w:t>значени</w:t>
      </w:r>
      <w:r w:rsidR="00290A4B">
        <w:rPr>
          <w:sz w:val="28"/>
          <w:szCs w:val="28"/>
        </w:rPr>
        <w:t>й натуральных норм и</w:t>
      </w:r>
      <w:r w:rsidR="00810B0D" w:rsidRPr="00850C5A">
        <w:rPr>
          <w:sz w:val="28"/>
          <w:szCs w:val="28"/>
        </w:rPr>
        <w:t xml:space="preserve"> </w:t>
      </w:r>
      <w:r w:rsidR="00810B0D">
        <w:rPr>
          <w:sz w:val="28"/>
          <w:szCs w:val="28"/>
        </w:rPr>
        <w:t xml:space="preserve">коэффициентов выравнивания </w:t>
      </w:r>
      <w:r w:rsidR="00C72B8B">
        <w:rPr>
          <w:sz w:val="28"/>
          <w:szCs w:val="28"/>
        </w:rPr>
        <w:t>на 20</w:t>
      </w:r>
      <w:r w:rsidR="00140174">
        <w:rPr>
          <w:sz w:val="28"/>
          <w:szCs w:val="28"/>
        </w:rPr>
        <w:t>2</w:t>
      </w:r>
      <w:r w:rsidR="000726D3">
        <w:rPr>
          <w:sz w:val="28"/>
          <w:szCs w:val="28"/>
        </w:rPr>
        <w:t>2</w:t>
      </w:r>
      <w:r w:rsidR="00C72B8B">
        <w:rPr>
          <w:sz w:val="28"/>
          <w:szCs w:val="28"/>
        </w:rPr>
        <w:t xml:space="preserve"> год</w:t>
      </w:r>
      <w:r w:rsidR="00810B0D">
        <w:rPr>
          <w:sz w:val="28"/>
          <w:szCs w:val="28"/>
        </w:rPr>
        <w:t>.</w:t>
      </w:r>
    </w:p>
    <w:p w:rsidR="00810B0D" w:rsidRPr="00290A4B" w:rsidRDefault="00810B0D" w:rsidP="00810B0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26D3">
        <w:rPr>
          <w:sz w:val="28"/>
          <w:szCs w:val="28"/>
        </w:rPr>
        <w:t>Р</w:t>
      </w:r>
      <w:r>
        <w:rPr>
          <w:sz w:val="28"/>
          <w:szCs w:val="28"/>
        </w:rPr>
        <w:t xml:space="preserve">асчеты </w:t>
      </w:r>
      <w:r w:rsidR="00290A4B">
        <w:rPr>
          <w:sz w:val="28"/>
          <w:szCs w:val="28"/>
        </w:rPr>
        <w:t xml:space="preserve">базового </w:t>
      </w:r>
      <w:r>
        <w:rPr>
          <w:sz w:val="28"/>
          <w:szCs w:val="28"/>
        </w:rPr>
        <w:t>норматив</w:t>
      </w:r>
      <w:r w:rsidR="00290A4B">
        <w:rPr>
          <w:sz w:val="28"/>
          <w:szCs w:val="28"/>
        </w:rPr>
        <w:t>а затрат</w:t>
      </w:r>
      <w:r>
        <w:rPr>
          <w:sz w:val="28"/>
          <w:szCs w:val="28"/>
        </w:rPr>
        <w:t xml:space="preserve"> </w:t>
      </w:r>
      <w:r w:rsidRPr="00A3257D">
        <w:rPr>
          <w:rFonts w:eastAsia="Calibri"/>
          <w:sz w:val="28"/>
          <w:szCs w:val="28"/>
        </w:rPr>
        <w:t xml:space="preserve">на выполнение </w:t>
      </w:r>
      <w:r>
        <w:rPr>
          <w:rFonts w:eastAsia="Calibri"/>
          <w:sz w:val="28"/>
          <w:szCs w:val="28"/>
        </w:rPr>
        <w:t>муниципальной услуги (работы)</w:t>
      </w:r>
      <w:r w:rsidRPr="00A3257D">
        <w:rPr>
          <w:rFonts w:eastAsia="Calibri"/>
          <w:sz w:val="28"/>
          <w:szCs w:val="28"/>
        </w:rPr>
        <w:t xml:space="preserve"> в целом</w:t>
      </w:r>
      <w:r w:rsidR="00C72B8B">
        <w:rPr>
          <w:rFonts w:eastAsia="Calibri"/>
          <w:sz w:val="28"/>
          <w:szCs w:val="28"/>
        </w:rPr>
        <w:t>,</w:t>
      </w:r>
      <w:r w:rsidRPr="00A3257D">
        <w:rPr>
          <w:rFonts w:eastAsia="Calibri"/>
          <w:sz w:val="28"/>
          <w:szCs w:val="28"/>
        </w:rPr>
        <w:t xml:space="preserve"> </w:t>
      </w:r>
      <w:r w:rsidR="00C72B8B">
        <w:rPr>
          <w:rFonts w:eastAsia="Calibri"/>
          <w:sz w:val="28"/>
          <w:szCs w:val="28"/>
        </w:rPr>
        <w:t>из расчета</w:t>
      </w:r>
      <w:r w:rsidRPr="00A3257D">
        <w:rPr>
          <w:rFonts w:eastAsia="Calibri"/>
          <w:sz w:val="28"/>
          <w:szCs w:val="28"/>
        </w:rPr>
        <w:t xml:space="preserve"> на единицу объема</w:t>
      </w:r>
      <w:r w:rsidR="00290A4B">
        <w:rPr>
          <w:rFonts w:eastAsia="Calibri"/>
          <w:sz w:val="28"/>
          <w:szCs w:val="28"/>
        </w:rPr>
        <w:t xml:space="preserve"> направлены на э/адрес:</w:t>
      </w:r>
      <w:r w:rsidR="00290A4B" w:rsidRPr="00290A4B">
        <w:rPr>
          <w:rFonts w:eastAsia="Calibri"/>
          <w:sz w:val="28"/>
          <w:szCs w:val="28"/>
        </w:rPr>
        <w:t xml:space="preserve"> </w:t>
      </w:r>
      <w:proofErr w:type="spellStart"/>
      <w:r w:rsidR="00290A4B">
        <w:rPr>
          <w:rFonts w:eastAsia="Calibri"/>
          <w:sz w:val="28"/>
          <w:szCs w:val="28"/>
          <w:lang w:val="en-US"/>
        </w:rPr>
        <w:t>buh</w:t>
      </w:r>
      <w:proofErr w:type="spellEnd"/>
      <w:r w:rsidR="00290A4B">
        <w:rPr>
          <w:rFonts w:eastAsia="Calibri"/>
          <w:sz w:val="28"/>
          <w:szCs w:val="28"/>
        </w:rPr>
        <w:t>2</w:t>
      </w:r>
      <w:r w:rsidR="00290A4B" w:rsidRPr="00290A4B">
        <w:rPr>
          <w:rFonts w:eastAsia="Calibri"/>
          <w:sz w:val="28"/>
          <w:szCs w:val="28"/>
        </w:rPr>
        <w:t>.</w:t>
      </w:r>
      <w:r w:rsidR="00290A4B">
        <w:rPr>
          <w:rFonts w:eastAsia="Calibri"/>
          <w:sz w:val="28"/>
          <w:szCs w:val="28"/>
          <w:lang w:val="en-US"/>
        </w:rPr>
        <w:t>fu</w:t>
      </w:r>
      <w:r w:rsidR="00290A4B" w:rsidRPr="00290A4B">
        <w:rPr>
          <w:rFonts w:eastAsia="Calibri"/>
          <w:sz w:val="28"/>
          <w:szCs w:val="28"/>
        </w:rPr>
        <w:t>@</w:t>
      </w:r>
      <w:proofErr w:type="spellStart"/>
      <w:r w:rsidR="00290A4B">
        <w:rPr>
          <w:rFonts w:eastAsia="Calibri"/>
          <w:sz w:val="28"/>
          <w:szCs w:val="28"/>
          <w:lang w:val="en-US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 w:rsidR="00290A4B">
        <w:rPr>
          <w:sz w:val="28"/>
          <w:szCs w:val="28"/>
          <w:lang w:val="en-US"/>
        </w:rPr>
        <w:t>ru</w:t>
      </w:r>
      <w:proofErr w:type="spellEnd"/>
      <w:r w:rsidR="00290A4B" w:rsidRPr="00290A4B">
        <w:rPr>
          <w:sz w:val="28"/>
          <w:szCs w:val="28"/>
        </w:rPr>
        <w:t>.</w:t>
      </w:r>
    </w:p>
    <w:p w:rsidR="0076430D" w:rsidRDefault="00C72B8B" w:rsidP="00B95ED1">
      <w:pPr>
        <w:tabs>
          <w:tab w:val="left" w:pos="851"/>
          <w:tab w:val="left" w:pos="2835"/>
        </w:tabs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Приложение в 1 экз. на </w:t>
      </w:r>
      <w:r w:rsidR="00290A4B">
        <w:rPr>
          <w:sz w:val="28"/>
          <w:szCs w:val="26"/>
        </w:rPr>
        <w:t>1</w:t>
      </w:r>
      <w:r w:rsidR="00140174">
        <w:rPr>
          <w:sz w:val="28"/>
          <w:szCs w:val="26"/>
        </w:rPr>
        <w:t>6</w:t>
      </w:r>
      <w:r>
        <w:rPr>
          <w:sz w:val="28"/>
          <w:szCs w:val="26"/>
        </w:rPr>
        <w:t xml:space="preserve"> л.</w:t>
      </w:r>
    </w:p>
    <w:p w:rsidR="005B5040" w:rsidRDefault="005B5040" w:rsidP="00B95ED1">
      <w:pPr>
        <w:tabs>
          <w:tab w:val="left" w:pos="851"/>
          <w:tab w:val="left" w:pos="2835"/>
        </w:tabs>
        <w:ind w:firstLine="567"/>
        <w:jc w:val="both"/>
        <w:rPr>
          <w:sz w:val="28"/>
          <w:szCs w:val="26"/>
        </w:rPr>
      </w:pPr>
    </w:p>
    <w:p w:rsidR="00C72B8B" w:rsidRDefault="00C72B8B" w:rsidP="00B95ED1">
      <w:pPr>
        <w:tabs>
          <w:tab w:val="left" w:pos="851"/>
          <w:tab w:val="left" w:pos="2835"/>
        </w:tabs>
        <w:ind w:firstLine="567"/>
        <w:jc w:val="both"/>
        <w:rPr>
          <w:sz w:val="28"/>
          <w:szCs w:val="26"/>
        </w:rPr>
      </w:pPr>
    </w:p>
    <w:p w:rsidR="0076430D" w:rsidRDefault="0076430D" w:rsidP="00B95ED1">
      <w:pPr>
        <w:tabs>
          <w:tab w:val="left" w:pos="851"/>
          <w:tab w:val="left" w:pos="2835"/>
        </w:tabs>
        <w:ind w:firstLine="567"/>
        <w:jc w:val="both"/>
        <w:rPr>
          <w:sz w:val="28"/>
          <w:szCs w:val="26"/>
        </w:rPr>
      </w:pPr>
    </w:p>
    <w:p w:rsidR="00AF4C67" w:rsidRDefault="00C72B8B" w:rsidP="00EF17E1">
      <w:pPr>
        <w:pStyle w:val="20"/>
        <w:rPr>
          <w:sz w:val="28"/>
          <w:szCs w:val="26"/>
        </w:rPr>
      </w:pPr>
      <w:r>
        <w:rPr>
          <w:sz w:val="28"/>
          <w:szCs w:val="26"/>
        </w:rPr>
        <w:t>Р</w:t>
      </w:r>
      <w:r w:rsidR="00CD06F1" w:rsidRPr="00B9651C">
        <w:rPr>
          <w:sz w:val="28"/>
          <w:szCs w:val="26"/>
        </w:rPr>
        <w:t>уководител</w:t>
      </w:r>
      <w:r>
        <w:rPr>
          <w:sz w:val="28"/>
          <w:szCs w:val="26"/>
        </w:rPr>
        <w:t>ь</w:t>
      </w:r>
      <w:r w:rsidR="00363A25" w:rsidRPr="00B9651C">
        <w:rPr>
          <w:sz w:val="28"/>
          <w:szCs w:val="26"/>
        </w:rPr>
        <w:t> </w:t>
      </w:r>
      <w:r w:rsidR="00CD06F1" w:rsidRPr="00B9651C">
        <w:rPr>
          <w:sz w:val="28"/>
          <w:szCs w:val="26"/>
        </w:rPr>
        <w:t xml:space="preserve">управления образования </w:t>
      </w:r>
      <w:r w:rsidR="00AF4C67">
        <w:rPr>
          <w:sz w:val="28"/>
          <w:szCs w:val="26"/>
        </w:rPr>
        <w:t xml:space="preserve">                      </w:t>
      </w:r>
      <w:r>
        <w:rPr>
          <w:sz w:val="28"/>
          <w:szCs w:val="26"/>
        </w:rPr>
        <w:t xml:space="preserve">           </w:t>
      </w:r>
      <w:r w:rsidR="00AF4C67">
        <w:rPr>
          <w:sz w:val="28"/>
          <w:szCs w:val="26"/>
        </w:rPr>
        <w:t xml:space="preserve">            </w:t>
      </w:r>
      <w:r>
        <w:rPr>
          <w:sz w:val="28"/>
          <w:szCs w:val="26"/>
        </w:rPr>
        <w:t>С.В.Гаврилова</w:t>
      </w:r>
    </w:p>
    <w:p w:rsidR="005B5040" w:rsidRDefault="005B5040" w:rsidP="00EF17E1">
      <w:pPr>
        <w:pStyle w:val="20"/>
        <w:rPr>
          <w:sz w:val="28"/>
          <w:szCs w:val="26"/>
        </w:rPr>
      </w:pPr>
    </w:p>
    <w:p w:rsidR="005B5040" w:rsidRDefault="005B5040" w:rsidP="00EF17E1">
      <w:pPr>
        <w:pStyle w:val="20"/>
        <w:rPr>
          <w:sz w:val="28"/>
          <w:szCs w:val="26"/>
        </w:rPr>
      </w:pPr>
    </w:p>
    <w:p w:rsidR="005B5040" w:rsidRDefault="005B5040" w:rsidP="00EF17E1">
      <w:pPr>
        <w:pStyle w:val="20"/>
        <w:rPr>
          <w:sz w:val="28"/>
          <w:szCs w:val="26"/>
        </w:rPr>
      </w:pPr>
    </w:p>
    <w:p w:rsidR="00C72B8B" w:rsidRDefault="00C72B8B" w:rsidP="00EF17E1">
      <w:pPr>
        <w:pStyle w:val="20"/>
        <w:rPr>
          <w:sz w:val="28"/>
          <w:szCs w:val="26"/>
        </w:rPr>
      </w:pPr>
    </w:p>
    <w:p w:rsidR="00C72B8B" w:rsidRDefault="00C72B8B" w:rsidP="00EF17E1">
      <w:pPr>
        <w:pStyle w:val="20"/>
        <w:rPr>
          <w:sz w:val="28"/>
          <w:szCs w:val="26"/>
        </w:rPr>
      </w:pPr>
    </w:p>
    <w:p w:rsidR="00C72B8B" w:rsidRDefault="00C72B8B" w:rsidP="00EF17E1">
      <w:pPr>
        <w:pStyle w:val="20"/>
        <w:rPr>
          <w:sz w:val="28"/>
          <w:szCs w:val="26"/>
        </w:rPr>
      </w:pPr>
    </w:p>
    <w:p w:rsidR="00C72B8B" w:rsidRDefault="00C72B8B" w:rsidP="00EF17E1">
      <w:pPr>
        <w:pStyle w:val="20"/>
        <w:rPr>
          <w:sz w:val="28"/>
          <w:szCs w:val="26"/>
        </w:rPr>
      </w:pPr>
    </w:p>
    <w:p w:rsidR="00C72B8B" w:rsidRDefault="00C72B8B" w:rsidP="00EF17E1">
      <w:pPr>
        <w:pStyle w:val="20"/>
        <w:rPr>
          <w:sz w:val="28"/>
          <w:szCs w:val="26"/>
        </w:rPr>
      </w:pPr>
    </w:p>
    <w:p w:rsidR="00C72B8B" w:rsidRDefault="00C72B8B" w:rsidP="00EF17E1">
      <w:pPr>
        <w:pStyle w:val="20"/>
        <w:rPr>
          <w:sz w:val="28"/>
          <w:szCs w:val="26"/>
        </w:rPr>
      </w:pPr>
    </w:p>
    <w:p w:rsidR="00C72B8B" w:rsidRDefault="00C72B8B" w:rsidP="00EF17E1">
      <w:pPr>
        <w:pStyle w:val="20"/>
        <w:rPr>
          <w:sz w:val="28"/>
          <w:szCs w:val="26"/>
        </w:rPr>
      </w:pPr>
    </w:p>
    <w:p w:rsidR="00140174" w:rsidRPr="00C947D7" w:rsidRDefault="00140174" w:rsidP="00140174">
      <w:pPr>
        <w:pStyle w:val="20"/>
        <w:outlineLvl w:val="0"/>
        <w:rPr>
          <w:sz w:val="20"/>
          <w:szCs w:val="20"/>
        </w:rPr>
      </w:pPr>
      <w:r w:rsidRPr="00C947D7">
        <w:rPr>
          <w:sz w:val="20"/>
          <w:szCs w:val="20"/>
        </w:rPr>
        <w:t>Директор МКУ КЦ УО</w:t>
      </w:r>
    </w:p>
    <w:p w:rsidR="00140174" w:rsidRDefault="00140174" w:rsidP="00140174">
      <w:pPr>
        <w:pStyle w:val="20"/>
        <w:rPr>
          <w:sz w:val="20"/>
          <w:szCs w:val="20"/>
        </w:rPr>
      </w:pPr>
      <w:r>
        <w:rPr>
          <w:sz w:val="20"/>
          <w:szCs w:val="20"/>
        </w:rPr>
        <w:t>Зеленкина Елена Анатольевна</w:t>
      </w:r>
    </w:p>
    <w:p w:rsidR="00140174" w:rsidRDefault="00140174" w:rsidP="00140174">
      <w:pPr>
        <w:pStyle w:val="20"/>
        <w:rPr>
          <w:sz w:val="20"/>
          <w:szCs w:val="20"/>
        </w:rPr>
      </w:pPr>
      <w:proofErr w:type="gramStart"/>
      <w:r>
        <w:rPr>
          <w:sz w:val="20"/>
          <w:szCs w:val="20"/>
        </w:rPr>
        <w:t>8 939155) 7-03-10</w:t>
      </w:r>
      <w:proofErr w:type="gramEnd"/>
    </w:p>
    <w:p w:rsidR="00140174" w:rsidRPr="007A05C1" w:rsidRDefault="00140174" w:rsidP="00140174">
      <w:pPr>
        <w:pStyle w:val="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Uobuh2@yandex.ru</w:t>
      </w:r>
    </w:p>
    <w:p w:rsidR="002570E0" w:rsidRPr="002570E0" w:rsidRDefault="002570E0" w:rsidP="00140174">
      <w:pPr>
        <w:pStyle w:val="20"/>
        <w:rPr>
          <w:sz w:val="20"/>
          <w:szCs w:val="20"/>
        </w:rPr>
      </w:pPr>
    </w:p>
    <w:sectPr w:rsidR="002570E0" w:rsidRPr="002570E0" w:rsidSect="00F60F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46D" w:rsidRDefault="009E546D">
      <w:r>
        <w:separator/>
      </w:r>
    </w:p>
  </w:endnote>
  <w:endnote w:type="continuationSeparator" w:id="1">
    <w:p w:rsidR="009E546D" w:rsidRDefault="009E5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46D" w:rsidRDefault="009E546D">
      <w:r>
        <w:separator/>
      </w:r>
    </w:p>
  </w:footnote>
  <w:footnote w:type="continuationSeparator" w:id="1">
    <w:p w:rsidR="009E546D" w:rsidRDefault="009E54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9CE"/>
    <w:multiLevelType w:val="multilevel"/>
    <w:tmpl w:val="86B42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D6A32"/>
    <w:multiLevelType w:val="hybridMultilevel"/>
    <w:tmpl w:val="84F078B4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">
    <w:nsid w:val="0D117F23"/>
    <w:multiLevelType w:val="multilevel"/>
    <w:tmpl w:val="4DF8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37DE1"/>
    <w:multiLevelType w:val="hybridMultilevel"/>
    <w:tmpl w:val="E81638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2A56A3"/>
    <w:multiLevelType w:val="hybridMultilevel"/>
    <w:tmpl w:val="D81EB5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6160764"/>
    <w:multiLevelType w:val="hybridMultilevel"/>
    <w:tmpl w:val="2D9C25BC"/>
    <w:lvl w:ilvl="0" w:tplc="90B29F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193031"/>
    <w:multiLevelType w:val="hybridMultilevel"/>
    <w:tmpl w:val="D312F60E"/>
    <w:lvl w:ilvl="0" w:tplc="90B29F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B6B7EA1"/>
    <w:multiLevelType w:val="hybridMultilevel"/>
    <w:tmpl w:val="5288B1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56A"/>
    <w:rsid w:val="00011D13"/>
    <w:rsid w:val="00043975"/>
    <w:rsid w:val="00044A87"/>
    <w:rsid w:val="00057BB1"/>
    <w:rsid w:val="000726D3"/>
    <w:rsid w:val="00081A09"/>
    <w:rsid w:val="000901E7"/>
    <w:rsid w:val="00091FBF"/>
    <w:rsid w:val="000C1395"/>
    <w:rsid w:val="000D3530"/>
    <w:rsid w:val="000D6BAE"/>
    <w:rsid w:val="000F0604"/>
    <w:rsid w:val="00100A60"/>
    <w:rsid w:val="00104446"/>
    <w:rsid w:val="00107238"/>
    <w:rsid w:val="00111770"/>
    <w:rsid w:val="00113915"/>
    <w:rsid w:val="00117A6F"/>
    <w:rsid w:val="00126A68"/>
    <w:rsid w:val="00126EC6"/>
    <w:rsid w:val="00133458"/>
    <w:rsid w:val="001351F6"/>
    <w:rsid w:val="00140174"/>
    <w:rsid w:val="00141179"/>
    <w:rsid w:val="001439AE"/>
    <w:rsid w:val="00146B70"/>
    <w:rsid w:val="00150EB7"/>
    <w:rsid w:val="00167A85"/>
    <w:rsid w:val="001764F4"/>
    <w:rsid w:val="00176D61"/>
    <w:rsid w:val="0018489A"/>
    <w:rsid w:val="00185A2A"/>
    <w:rsid w:val="001C24A8"/>
    <w:rsid w:val="001D5F47"/>
    <w:rsid w:val="001D73D9"/>
    <w:rsid w:val="001E3AFB"/>
    <w:rsid w:val="00201433"/>
    <w:rsid w:val="002052E4"/>
    <w:rsid w:val="00211DC8"/>
    <w:rsid w:val="0023298E"/>
    <w:rsid w:val="00232C3C"/>
    <w:rsid w:val="0023404C"/>
    <w:rsid w:val="00256625"/>
    <w:rsid w:val="002570E0"/>
    <w:rsid w:val="00271BBF"/>
    <w:rsid w:val="00285537"/>
    <w:rsid w:val="00290A4B"/>
    <w:rsid w:val="002A1901"/>
    <w:rsid w:val="002B3247"/>
    <w:rsid w:val="002E097C"/>
    <w:rsid w:val="002F172D"/>
    <w:rsid w:val="002F26C1"/>
    <w:rsid w:val="002F7D3B"/>
    <w:rsid w:val="003079F6"/>
    <w:rsid w:val="00307EF1"/>
    <w:rsid w:val="003101EB"/>
    <w:rsid w:val="00311794"/>
    <w:rsid w:val="003335F8"/>
    <w:rsid w:val="0034061B"/>
    <w:rsid w:val="00341338"/>
    <w:rsid w:val="00342DCB"/>
    <w:rsid w:val="00347522"/>
    <w:rsid w:val="00351806"/>
    <w:rsid w:val="0035306C"/>
    <w:rsid w:val="00356CDB"/>
    <w:rsid w:val="00363A25"/>
    <w:rsid w:val="00371328"/>
    <w:rsid w:val="00372D12"/>
    <w:rsid w:val="00374644"/>
    <w:rsid w:val="00392995"/>
    <w:rsid w:val="003A3227"/>
    <w:rsid w:val="003D0DE0"/>
    <w:rsid w:val="003D121C"/>
    <w:rsid w:val="003D550E"/>
    <w:rsid w:val="003E782D"/>
    <w:rsid w:val="003F1B07"/>
    <w:rsid w:val="003F1E0A"/>
    <w:rsid w:val="0040039D"/>
    <w:rsid w:val="00402543"/>
    <w:rsid w:val="004053C1"/>
    <w:rsid w:val="00407783"/>
    <w:rsid w:val="004107D9"/>
    <w:rsid w:val="00420724"/>
    <w:rsid w:val="00424003"/>
    <w:rsid w:val="00431508"/>
    <w:rsid w:val="0043727A"/>
    <w:rsid w:val="00437462"/>
    <w:rsid w:val="004417C3"/>
    <w:rsid w:val="00443080"/>
    <w:rsid w:val="0045193E"/>
    <w:rsid w:val="004609AE"/>
    <w:rsid w:val="00462AAD"/>
    <w:rsid w:val="004657DA"/>
    <w:rsid w:val="00477814"/>
    <w:rsid w:val="00485BDA"/>
    <w:rsid w:val="00492D6E"/>
    <w:rsid w:val="004946CB"/>
    <w:rsid w:val="004A2FBC"/>
    <w:rsid w:val="004A5EC9"/>
    <w:rsid w:val="004C6C52"/>
    <w:rsid w:val="004D3767"/>
    <w:rsid w:val="004E0C37"/>
    <w:rsid w:val="004E2E96"/>
    <w:rsid w:val="004F0C90"/>
    <w:rsid w:val="005058B1"/>
    <w:rsid w:val="005111FD"/>
    <w:rsid w:val="00512304"/>
    <w:rsid w:val="00513576"/>
    <w:rsid w:val="00517617"/>
    <w:rsid w:val="00520918"/>
    <w:rsid w:val="00524B1C"/>
    <w:rsid w:val="00525843"/>
    <w:rsid w:val="005313C2"/>
    <w:rsid w:val="00531F05"/>
    <w:rsid w:val="005325D8"/>
    <w:rsid w:val="00533846"/>
    <w:rsid w:val="005471E5"/>
    <w:rsid w:val="00550553"/>
    <w:rsid w:val="00550E0C"/>
    <w:rsid w:val="005533A6"/>
    <w:rsid w:val="0055370C"/>
    <w:rsid w:val="00557A35"/>
    <w:rsid w:val="005602EF"/>
    <w:rsid w:val="00561AEA"/>
    <w:rsid w:val="00571136"/>
    <w:rsid w:val="0057330D"/>
    <w:rsid w:val="005802F0"/>
    <w:rsid w:val="00586F64"/>
    <w:rsid w:val="005A06DF"/>
    <w:rsid w:val="005A1AF1"/>
    <w:rsid w:val="005A2B55"/>
    <w:rsid w:val="005B5040"/>
    <w:rsid w:val="005B6058"/>
    <w:rsid w:val="005B62BF"/>
    <w:rsid w:val="005D2562"/>
    <w:rsid w:val="005E103E"/>
    <w:rsid w:val="005E12B0"/>
    <w:rsid w:val="005E7EB1"/>
    <w:rsid w:val="005F056A"/>
    <w:rsid w:val="005F16B6"/>
    <w:rsid w:val="005F358C"/>
    <w:rsid w:val="005F5C05"/>
    <w:rsid w:val="006008DA"/>
    <w:rsid w:val="006139EE"/>
    <w:rsid w:val="00624D66"/>
    <w:rsid w:val="00627162"/>
    <w:rsid w:val="00630C1A"/>
    <w:rsid w:val="006343D2"/>
    <w:rsid w:val="006414DD"/>
    <w:rsid w:val="00644D26"/>
    <w:rsid w:val="00647B13"/>
    <w:rsid w:val="00652895"/>
    <w:rsid w:val="00657E3B"/>
    <w:rsid w:val="006620D5"/>
    <w:rsid w:val="00674647"/>
    <w:rsid w:val="00674D80"/>
    <w:rsid w:val="006A2BE4"/>
    <w:rsid w:val="006A6D46"/>
    <w:rsid w:val="006A6E0B"/>
    <w:rsid w:val="006B4F6C"/>
    <w:rsid w:val="006C7057"/>
    <w:rsid w:val="006D5DB3"/>
    <w:rsid w:val="006E1ED1"/>
    <w:rsid w:val="006F31F7"/>
    <w:rsid w:val="006F4336"/>
    <w:rsid w:val="0070124A"/>
    <w:rsid w:val="00702D7D"/>
    <w:rsid w:val="00706363"/>
    <w:rsid w:val="00723C99"/>
    <w:rsid w:val="00726D78"/>
    <w:rsid w:val="00730C34"/>
    <w:rsid w:val="007429F5"/>
    <w:rsid w:val="00746F86"/>
    <w:rsid w:val="007531B2"/>
    <w:rsid w:val="0076430D"/>
    <w:rsid w:val="007744BC"/>
    <w:rsid w:val="007745AA"/>
    <w:rsid w:val="00781DA8"/>
    <w:rsid w:val="00782D43"/>
    <w:rsid w:val="0078726B"/>
    <w:rsid w:val="0079257C"/>
    <w:rsid w:val="00793695"/>
    <w:rsid w:val="007A033E"/>
    <w:rsid w:val="007A1A07"/>
    <w:rsid w:val="007C5A09"/>
    <w:rsid w:val="007E2571"/>
    <w:rsid w:val="007E2862"/>
    <w:rsid w:val="007E3429"/>
    <w:rsid w:val="007E3895"/>
    <w:rsid w:val="007E3E6D"/>
    <w:rsid w:val="007F267D"/>
    <w:rsid w:val="00810B0D"/>
    <w:rsid w:val="00810D77"/>
    <w:rsid w:val="00811540"/>
    <w:rsid w:val="00834FA2"/>
    <w:rsid w:val="008477DF"/>
    <w:rsid w:val="0085083B"/>
    <w:rsid w:val="00851FB5"/>
    <w:rsid w:val="00854457"/>
    <w:rsid w:val="00854BAD"/>
    <w:rsid w:val="00857433"/>
    <w:rsid w:val="008574E5"/>
    <w:rsid w:val="008576EF"/>
    <w:rsid w:val="008713D7"/>
    <w:rsid w:val="008842C7"/>
    <w:rsid w:val="00893D09"/>
    <w:rsid w:val="0089638A"/>
    <w:rsid w:val="00896A3C"/>
    <w:rsid w:val="008977BF"/>
    <w:rsid w:val="008A1B0B"/>
    <w:rsid w:val="008C6828"/>
    <w:rsid w:val="008D2042"/>
    <w:rsid w:val="008E657E"/>
    <w:rsid w:val="00901C1A"/>
    <w:rsid w:val="009052AE"/>
    <w:rsid w:val="00913B38"/>
    <w:rsid w:val="00913FD5"/>
    <w:rsid w:val="00914E30"/>
    <w:rsid w:val="00931310"/>
    <w:rsid w:val="00954858"/>
    <w:rsid w:val="0096286F"/>
    <w:rsid w:val="00964350"/>
    <w:rsid w:val="00965A9D"/>
    <w:rsid w:val="00980334"/>
    <w:rsid w:val="00981338"/>
    <w:rsid w:val="00984DBF"/>
    <w:rsid w:val="009851D5"/>
    <w:rsid w:val="00985B74"/>
    <w:rsid w:val="00986731"/>
    <w:rsid w:val="009A137D"/>
    <w:rsid w:val="009A2C0D"/>
    <w:rsid w:val="009A3D53"/>
    <w:rsid w:val="009E546D"/>
    <w:rsid w:val="009F3A0A"/>
    <w:rsid w:val="009F558D"/>
    <w:rsid w:val="00A01582"/>
    <w:rsid w:val="00A042CD"/>
    <w:rsid w:val="00A171B7"/>
    <w:rsid w:val="00A30B46"/>
    <w:rsid w:val="00A33C83"/>
    <w:rsid w:val="00A35504"/>
    <w:rsid w:val="00A46FA2"/>
    <w:rsid w:val="00A549A1"/>
    <w:rsid w:val="00A5572A"/>
    <w:rsid w:val="00A57C8C"/>
    <w:rsid w:val="00A639C7"/>
    <w:rsid w:val="00A66F0C"/>
    <w:rsid w:val="00A72545"/>
    <w:rsid w:val="00A827C2"/>
    <w:rsid w:val="00A831FA"/>
    <w:rsid w:val="00A839B4"/>
    <w:rsid w:val="00A9404B"/>
    <w:rsid w:val="00AA1E65"/>
    <w:rsid w:val="00AB19D4"/>
    <w:rsid w:val="00AB2022"/>
    <w:rsid w:val="00AB2B64"/>
    <w:rsid w:val="00AB31CC"/>
    <w:rsid w:val="00AC2EDD"/>
    <w:rsid w:val="00AC708A"/>
    <w:rsid w:val="00AE2627"/>
    <w:rsid w:val="00AE3D8F"/>
    <w:rsid w:val="00AF09A1"/>
    <w:rsid w:val="00AF16DC"/>
    <w:rsid w:val="00AF1CB9"/>
    <w:rsid w:val="00AF4909"/>
    <w:rsid w:val="00AF4C67"/>
    <w:rsid w:val="00AF68D7"/>
    <w:rsid w:val="00B07619"/>
    <w:rsid w:val="00B104A3"/>
    <w:rsid w:val="00B11AEF"/>
    <w:rsid w:val="00B14A1A"/>
    <w:rsid w:val="00B15DD1"/>
    <w:rsid w:val="00B17E53"/>
    <w:rsid w:val="00B25DC2"/>
    <w:rsid w:val="00B32D54"/>
    <w:rsid w:val="00B353F9"/>
    <w:rsid w:val="00B37257"/>
    <w:rsid w:val="00B410B7"/>
    <w:rsid w:val="00B415D4"/>
    <w:rsid w:val="00B47520"/>
    <w:rsid w:val="00B55B12"/>
    <w:rsid w:val="00B615F1"/>
    <w:rsid w:val="00B65DE6"/>
    <w:rsid w:val="00B66952"/>
    <w:rsid w:val="00B71450"/>
    <w:rsid w:val="00B7393C"/>
    <w:rsid w:val="00B740F6"/>
    <w:rsid w:val="00B87730"/>
    <w:rsid w:val="00B95ED1"/>
    <w:rsid w:val="00B9651C"/>
    <w:rsid w:val="00B97F4E"/>
    <w:rsid w:val="00BA2E45"/>
    <w:rsid w:val="00BC35AD"/>
    <w:rsid w:val="00BC68B2"/>
    <w:rsid w:val="00BD3600"/>
    <w:rsid w:val="00BD5FB5"/>
    <w:rsid w:val="00BE2941"/>
    <w:rsid w:val="00BE2F72"/>
    <w:rsid w:val="00BE3512"/>
    <w:rsid w:val="00BE6FFE"/>
    <w:rsid w:val="00C0741C"/>
    <w:rsid w:val="00C11CC9"/>
    <w:rsid w:val="00C12582"/>
    <w:rsid w:val="00C171ED"/>
    <w:rsid w:val="00C22AC1"/>
    <w:rsid w:val="00C23F98"/>
    <w:rsid w:val="00C245BB"/>
    <w:rsid w:val="00C3781B"/>
    <w:rsid w:val="00C53B35"/>
    <w:rsid w:val="00C569D7"/>
    <w:rsid w:val="00C60328"/>
    <w:rsid w:val="00C65AE3"/>
    <w:rsid w:val="00C66537"/>
    <w:rsid w:val="00C669B1"/>
    <w:rsid w:val="00C67C8A"/>
    <w:rsid w:val="00C723A5"/>
    <w:rsid w:val="00C72B8B"/>
    <w:rsid w:val="00C72C51"/>
    <w:rsid w:val="00C778AD"/>
    <w:rsid w:val="00C82B70"/>
    <w:rsid w:val="00C90444"/>
    <w:rsid w:val="00C93B02"/>
    <w:rsid w:val="00C941DD"/>
    <w:rsid w:val="00C9722D"/>
    <w:rsid w:val="00CA1C7F"/>
    <w:rsid w:val="00CB1168"/>
    <w:rsid w:val="00CB156C"/>
    <w:rsid w:val="00CC5890"/>
    <w:rsid w:val="00CC6D27"/>
    <w:rsid w:val="00CD06F1"/>
    <w:rsid w:val="00CE45D0"/>
    <w:rsid w:val="00D00EFC"/>
    <w:rsid w:val="00D01529"/>
    <w:rsid w:val="00D016C4"/>
    <w:rsid w:val="00D01A3D"/>
    <w:rsid w:val="00D03E15"/>
    <w:rsid w:val="00D13204"/>
    <w:rsid w:val="00D225F4"/>
    <w:rsid w:val="00D22DFB"/>
    <w:rsid w:val="00D248E8"/>
    <w:rsid w:val="00D25D3C"/>
    <w:rsid w:val="00D40E86"/>
    <w:rsid w:val="00D434AE"/>
    <w:rsid w:val="00D43F1E"/>
    <w:rsid w:val="00D55E76"/>
    <w:rsid w:val="00D60473"/>
    <w:rsid w:val="00D7024B"/>
    <w:rsid w:val="00D70E76"/>
    <w:rsid w:val="00D9101C"/>
    <w:rsid w:val="00D91D43"/>
    <w:rsid w:val="00DA4914"/>
    <w:rsid w:val="00DB309D"/>
    <w:rsid w:val="00DC1B57"/>
    <w:rsid w:val="00DC473E"/>
    <w:rsid w:val="00DD13DB"/>
    <w:rsid w:val="00DD1EDC"/>
    <w:rsid w:val="00DD7B90"/>
    <w:rsid w:val="00DE44DF"/>
    <w:rsid w:val="00DE5322"/>
    <w:rsid w:val="00DF23C2"/>
    <w:rsid w:val="00DF586D"/>
    <w:rsid w:val="00E00CD2"/>
    <w:rsid w:val="00E033B7"/>
    <w:rsid w:val="00E04364"/>
    <w:rsid w:val="00E10E17"/>
    <w:rsid w:val="00E13733"/>
    <w:rsid w:val="00E141CC"/>
    <w:rsid w:val="00E217D3"/>
    <w:rsid w:val="00E2795B"/>
    <w:rsid w:val="00E308BB"/>
    <w:rsid w:val="00E3512E"/>
    <w:rsid w:val="00E375C1"/>
    <w:rsid w:val="00E43F8F"/>
    <w:rsid w:val="00E45020"/>
    <w:rsid w:val="00E456D8"/>
    <w:rsid w:val="00E527A2"/>
    <w:rsid w:val="00E53730"/>
    <w:rsid w:val="00E566AC"/>
    <w:rsid w:val="00E65B16"/>
    <w:rsid w:val="00E848BA"/>
    <w:rsid w:val="00E86C9C"/>
    <w:rsid w:val="00E967AB"/>
    <w:rsid w:val="00EA5B7A"/>
    <w:rsid w:val="00EB13FF"/>
    <w:rsid w:val="00EE3E25"/>
    <w:rsid w:val="00EF0F6B"/>
    <w:rsid w:val="00EF17E1"/>
    <w:rsid w:val="00EF310A"/>
    <w:rsid w:val="00F04641"/>
    <w:rsid w:val="00F04F2C"/>
    <w:rsid w:val="00F150CE"/>
    <w:rsid w:val="00F323F2"/>
    <w:rsid w:val="00F357B3"/>
    <w:rsid w:val="00F44BE4"/>
    <w:rsid w:val="00F45FFE"/>
    <w:rsid w:val="00F50166"/>
    <w:rsid w:val="00F50A41"/>
    <w:rsid w:val="00F512CD"/>
    <w:rsid w:val="00F60915"/>
    <w:rsid w:val="00F60F94"/>
    <w:rsid w:val="00F61CFC"/>
    <w:rsid w:val="00F75AAF"/>
    <w:rsid w:val="00F83725"/>
    <w:rsid w:val="00F84492"/>
    <w:rsid w:val="00F8726A"/>
    <w:rsid w:val="00F94CA5"/>
    <w:rsid w:val="00F95228"/>
    <w:rsid w:val="00FA0FF0"/>
    <w:rsid w:val="00FB47B6"/>
    <w:rsid w:val="00FB7154"/>
    <w:rsid w:val="00FC207B"/>
    <w:rsid w:val="00FC39D3"/>
    <w:rsid w:val="00FC3D24"/>
    <w:rsid w:val="00FD5A76"/>
    <w:rsid w:val="00FD68AE"/>
    <w:rsid w:val="00FF6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3B38"/>
    <w:rPr>
      <w:sz w:val="24"/>
      <w:szCs w:val="24"/>
    </w:rPr>
  </w:style>
  <w:style w:type="paragraph" w:styleId="1">
    <w:name w:val="heading 1"/>
    <w:basedOn w:val="a"/>
    <w:next w:val="a"/>
    <w:qFormat/>
    <w:rsid w:val="00CD06F1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CD06F1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D06F1"/>
    <w:pPr>
      <w:keepNext/>
      <w:jc w:val="center"/>
      <w:outlineLvl w:val="2"/>
    </w:pPr>
    <w:rPr>
      <w:bCs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2571"/>
    <w:rPr>
      <w:color w:val="2E7FCE"/>
      <w:u w:val="single"/>
    </w:rPr>
  </w:style>
  <w:style w:type="paragraph" w:styleId="a4">
    <w:name w:val="footnote text"/>
    <w:basedOn w:val="a"/>
    <w:semiHidden/>
    <w:rsid w:val="007E2571"/>
    <w:rPr>
      <w:sz w:val="20"/>
      <w:szCs w:val="20"/>
    </w:rPr>
  </w:style>
  <w:style w:type="character" w:styleId="a5">
    <w:name w:val="footnote reference"/>
    <w:semiHidden/>
    <w:rsid w:val="007E2571"/>
    <w:rPr>
      <w:vertAlign w:val="superscript"/>
    </w:rPr>
  </w:style>
  <w:style w:type="table" w:styleId="a6">
    <w:name w:val="Table Grid"/>
    <w:basedOn w:val="a1"/>
    <w:rsid w:val="007E2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D06F1"/>
    <w:rPr>
      <w:sz w:val="28"/>
      <w:szCs w:val="28"/>
    </w:rPr>
  </w:style>
  <w:style w:type="paragraph" w:styleId="20">
    <w:name w:val="Body Text 2"/>
    <w:basedOn w:val="a"/>
    <w:rsid w:val="00CD06F1"/>
    <w:pPr>
      <w:jc w:val="both"/>
    </w:pPr>
  </w:style>
  <w:style w:type="paragraph" w:styleId="a8">
    <w:name w:val="Balloon Text"/>
    <w:basedOn w:val="a"/>
    <w:semiHidden/>
    <w:rsid w:val="00AB19D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3D0DE0"/>
    <w:pPr>
      <w:spacing w:before="100" w:beforeAutospacing="1" w:after="100" w:afterAutospacing="1"/>
    </w:pPr>
  </w:style>
  <w:style w:type="character" w:customStyle="1" w:styleId="21">
    <w:name w:val="Основной текст (2)"/>
    <w:rsid w:val="00A940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eorgia85pt">
    <w:name w:val="Основной текст (2) + Georgia;8;5 pt"/>
    <w:rsid w:val="00A9404B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a">
    <w:name w:val="Strong"/>
    <w:uiPriority w:val="22"/>
    <w:qFormat/>
    <w:rsid w:val="0043727A"/>
    <w:rPr>
      <w:b/>
      <w:bCs/>
    </w:rPr>
  </w:style>
  <w:style w:type="paragraph" w:customStyle="1" w:styleId="PrikazDOU">
    <w:name w:val="Prikaz_DOU"/>
    <w:basedOn w:val="a"/>
    <w:rsid w:val="005E12B0"/>
    <w:pPr>
      <w:tabs>
        <w:tab w:val="right" w:pos="9356"/>
      </w:tabs>
      <w:autoSpaceDE w:val="0"/>
      <w:autoSpaceDN w:val="0"/>
      <w:adjustRightInd w:val="0"/>
      <w:spacing w:line="360" w:lineRule="auto"/>
      <w:ind w:left="4820"/>
      <w:jc w:val="both"/>
      <w:textAlignment w:val="center"/>
    </w:pPr>
    <w:rPr>
      <w:color w:val="000000"/>
    </w:rPr>
  </w:style>
  <w:style w:type="character" w:customStyle="1" w:styleId="apple-converted-space">
    <w:name w:val="apple-converted-space"/>
    <w:basedOn w:val="a0"/>
    <w:rsid w:val="005E12B0"/>
  </w:style>
  <w:style w:type="paragraph" w:styleId="ab">
    <w:name w:val="Document Map"/>
    <w:basedOn w:val="a"/>
    <w:link w:val="ac"/>
    <w:rsid w:val="00140174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14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2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azuo.3d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zuo@ya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Rar$DIa0.328\&#1064;&#1072;&#1073;&#1083;&#1086;&#1085;%20&#1087;&#1080;&#1089;&#1100;&#1084;&#1072;%20&#1091;&#1087;&#1088;&#1072;&#1074;&#1083;&#1077;&#1085;&#1080;&#1103;%20&#1086;&#1073;&#1088;&#1072;&#1079;&#1086;&#1074;&#1072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5B5BD-8C70-4BB2-A9BF-5F9367A2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 управления образования</Template>
  <TotalTime>5101</TotalTime>
  <Pages>1</Pages>
  <Words>123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</vt:lpstr>
    </vt:vector>
  </TitlesOfParts>
  <Company>НММЦ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</dc:title>
  <dc:creator>я</dc:creator>
  <cp:lastModifiedBy>111</cp:lastModifiedBy>
  <cp:revision>63</cp:revision>
  <cp:lastPrinted>2021-12-17T03:51:00Z</cp:lastPrinted>
  <dcterms:created xsi:type="dcterms:W3CDTF">2016-11-25T03:18:00Z</dcterms:created>
  <dcterms:modified xsi:type="dcterms:W3CDTF">2021-12-17T03:52:00Z</dcterms:modified>
</cp:coreProperties>
</file>